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39D" w:rsidRPr="00704D75" w:rsidRDefault="000F494A" w:rsidP="00B9739D">
      <w:pPr>
        <w:pStyle w:val="Heading2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Level</w:t>
      </w:r>
      <w:r w:rsidR="00240679" w:rsidRPr="00704D75">
        <w:rPr>
          <w:rFonts w:ascii="Times New Roman" w:hAnsi="Times New Roman" w:cs="Times New Roman"/>
          <w:sz w:val="52"/>
          <w:szCs w:val="52"/>
        </w:rPr>
        <w:t xml:space="preserve"> 1</w:t>
      </w:r>
    </w:p>
    <w:p w:rsidR="00B9739D" w:rsidRPr="00704D75" w:rsidRDefault="00B9739D" w:rsidP="00B9739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585"/>
        <w:gridCol w:w="2626"/>
        <w:gridCol w:w="4414"/>
        <w:gridCol w:w="2685"/>
        <w:gridCol w:w="2378"/>
      </w:tblGrid>
      <w:tr w:rsidR="00987E02" w:rsidRPr="00704D75" w:rsidTr="00987E02">
        <w:tc>
          <w:tcPr>
            <w:tcW w:w="2585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Themes</w:t>
            </w:r>
          </w:p>
        </w:tc>
        <w:tc>
          <w:tcPr>
            <w:tcW w:w="2626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Vocabulary</w:t>
            </w:r>
          </w:p>
        </w:tc>
        <w:tc>
          <w:tcPr>
            <w:tcW w:w="4414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Functions</w:t>
            </w:r>
          </w:p>
        </w:tc>
        <w:tc>
          <w:tcPr>
            <w:tcW w:w="2685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Spanish </w:t>
            </w:r>
            <w:r w:rsidRPr="00704D75">
              <w:rPr>
                <w:rFonts w:ascii="Times New Roman" w:hAnsi="Times New Roman" w:cs="Times New Roman"/>
                <w:b/>
              </w:rPr>
              <w:t>Structures</w:t>
            </w:r>
          </w:p>
        </w:tc>
        <w:tc>
          <w:tcPr>
            <w:tcW w:w="2378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French Structures</w:t>
            </w:r>
          </w:p>
        </w:tc>
      </w:tr>
      <w:tr w:rsidR="00987E02" w:rsidRPr="00301F0A" w:rsidTr="00987E02">
        <w:tc>
          <w:tcPr>
            <w:tcW w:w="2585" w:type="dxa"/>
          </w:tcPr>
          <w:p w:rsidR="00987E02" w:rsidRPr="00581BE7" w:rsidRDefault="00987E02" w:rsidP="00240679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  <w:b/>
              </w:rPr>
              <w:t>My place in the world</w:t>
            </w:r>
            <w:r w:rsidRPr="00581BE7">
              <w:rPr>
                <w:rFonts w:ascii="Times New Roman" w:hAnsi="Times New Roman" w:cs="Times New Roman"/>
              </w:rPr>
              <w:t>- names, where do you live, where are you from, nationality, age (numbers), likes and dislikes)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26" w:type="dxa"/>
          </w:tcPr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Hello/goodbye, see you later, see you soon, good morning, afternoon, evening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Numbers 1-30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Sports and hobbies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Personality traits, Physical traits, Geography</w:t>
            </w:r>
            <w:r w:rsidR="00301F0A">
              <w:rPr>
                <w:rFonts w:ascii="Times New Roman" w:hAnsi="Times New Roman" w:cs="Times New Roman"/>
              </w:rPr>
              <w:t xml:space="preserve"> (Central America), Nationalities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Greet someone and say goodbye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Ask for someone’s name and give their name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Discuss age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Discuss activities they like and don’t like to do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Describe themselves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Talk about where they are from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81BE7">
              <w:rPr>
                <w:rFonts w:ascii="Times New Roman" w:hAnsi="Times New Roman" w:cs="Times New Roman"/>
              </w:rPr>
              <w:t>Ask and answer questions about where they live</w:t>
            </w:r>
          </w:p>
          <w:p w:rsidR="00301F0A" w:rsidRDefault="00301F0A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301F0A">
              <w:rPr>
                <w:rFonts w:ascii="Times New Roman" w:hAnsi="Times New Roman" w:cs="Times New Roman"/>
              </w:rPr>
              <w:t>Ask for spelling and give spelling of last names</w:t>
            </w:r>
          </w:p>
          <w:p w:rsidR="000D67E5" w:rsidRPr="00581BE7" w:rsidRDefault="00CB443D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Express time including military time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581BE7">
              <w:rPr>
                <w:rFonts w:ascii="Times New Roman" w:hAnsi="Times New Roman" w:cs="Times New Roman"/>
                <w:lang w:val="es-ES"/>
              </w:rPr>
              <w:t>Alphabet</w:t>
            </w:r>
            <w:proofErr w:type="spellEnd"/>
            <w:r w:rsidRPr="00581BE7">
              <w:rPr>
                <w:rFonts w:ascii="Times New Roman" w:hAnsi="Times New Roman" w:cs="Times New Roman"/>
                <w:lang w:val="es-ES"/>
              </w:rPr>
              <w:t xml:space="preserve">, Introduce </w:t>
            </w:r>
            <w:proofErr w:type="spellStart"/>
            <w:r w:rsidRPr="00581BE7">
              <w:rPr>
                <w:rFonts w:ascii="Times New Roman" w:hAnsi="Times New Roman" w:cs="Times New Roman"/>
                <w:lang w:val="es-ES"/>
              </w:rPr>
              <w:t>noun</w:t>
            </w:r>
            <w:proofErr w:type="spellEnd"/>
            <w:r w:rsidRPr="00581BE7">
              <w:rPr>
                <w:rFonts w:ascii="Times New Roman" w:hAnsi="Times New Roman" w:cs="Times New Roman"/>
                <w:lang w:val="es-ES"/>
              </w:rPr>
              <w:t xml:space="preserve"> / </w:t>
            </w:r>
            <w:proofErr w:type="spellStart"/>
            <w:r w:rsidRPr="00581BE7">
              <w:rPr>
                <w:rFonts w:ascii="Times New Roman" w:hAnsi="Times New Roman" w:cs="Times New Roman"/>
                <w:lang w:val="es-ES"/>
              </w:rPr>
              <w:t>adjective</w:t>
            </w:r>
            <w:proofErr w:type="spellEnd"/>
            <w:r w:rsidRPr="00581BE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1BE7">
              <w:rPr>
                <w:rFonts w:ascii="Times New Roman" w:hAnsi="Times New Roman" w:cs="Times New Roman"/>
                <w:lang w:val="es-ES"/>
              </w:rPr>
              <w:t>agreement</w:t>
            </w:r>
            <w:proofErr w:type="spellEnd"/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581BE7">
              <w:rPr>
                <w:rFonts w:ascii="Times New Roman" w:hAnsi="Times New Roman" w:cs="Times New Roman"/>
                <w:lang w:val="es-ES"/>
              </w:rPr>
              <w:t>Yo, Usted vs. Tú (</w:t>
            </w:r>
            <w:proofErr w:type="spellStart"/>
            <w:r w:rsidRPr="00581BE7">
              <w:rPr>
                <w:rFonts w:ascii="Times New Roman" w:hAnsi="Times New Roman" w:cs="Times New Roman"/>
                <w:lang w:val="es-ES"/>
              </w:rPr>
              <w:t>present</w:t>
            </w:r>
            <w:proofErr w:type="spellEnd"/>
            <w:r w:rsidRPr="00581BE7">
              <w:rPr>
                <w:rFonts w:ascii="Times New Roman" w:hAnsi="Times New Roman" w:cs="Times New Roman"/>
                <w:lang w:val="es-ES"/>
              </w:rPr>
              <w:t xml:space="preserve"> tense: llamarse, ser, tener) 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proofErr w:type="gramStart"/>
            <w:r w:rsidRPr="00581BE7">
              <w:rPr>
                <w:rFonts w:ascii="Times New Roman" w:hAnsi="Times New Roman" w:cs="Times New Roman"/>
                <w:lang w:val="es-ES"/>
              </w:rPr>
              <w:t>gustar</w:t>
            </w:r>
            <w:r w:rsidRPr="00301F0A">
              <w:rPr>
                <w:rFonts w:ascii="Times New Roman" w:hAnsi="Times New Roman" w:cs="Times New Roman"/>
                <w:lang w:val="es-ES"/>
              </w:rPr>
              <w:t>+</w:t>
            </w:r>
            <w:proofErr w:type="gramEnd"/>
            <w:r w:rsidRPr="00301F0A">
              <w:rPr>
                <w:rFonts w:ascii="Times New Roman" w:hAnsi="Times New Roman" w:cs="Times New Roman"/>
                <w:lang w:val="es-ES"/>
              </w:rPr>
              <w:t>inf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>.</w:t>
            </w:r>
            <w:r w:rsidRPr="00581BE7">
              <w:rPr>
                <w:rFonts w:ascii="Times New Roman" w:hAnsi="Times New Roman" w:cs="Times New Roman"/>
                <w:lang w:val="es-ES"/>
              </w:rPr>
              <w:t xml:space="preserve"> (Me, te, le)</w:t>
            </w:r>
          </w:p>
          <w:p w:rsidR="00987E02" w:rsidRPr="00581BE7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Interrogative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words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>: D</w:t>
            </w:r>
            <w:r w:rsidRPr="00581BE7">
              <w:rPr>
                <w:rFonts w:ascii="Times New Roman" w:hAnsi="Times New Roman" w:cs="Times New Roman"/>
                <w:lang w:val="es-ES"/>
              </w:rPr>
              <w:t>ónde, cómo, qué, de dónde, cuántos(as)</w:t>
            </w:r>
          </w:p>
          <w:p w:rsidR="00301F0A" w:rsidRDefault="00301F0A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301F0A" w:rsidRDefault="00301F0A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Subject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pronouns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(yo, tú, usted)</w:t>
            </w:r>
          </w:p>
          <w:p w:rsidR="00301F0A" w:rsidRDefault="00301F0A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301F0A" w:rsidRPr="00301F0A" w:rsidRDefault="00301F0A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Negation</w:t>
            </w:r>
            <w:proofErr w:type="spellEnd"/>
          </w:p>
        </w:tc>
        <w:tc>
          <w:tcPr>
            <w:tcW w:w="2378" w:type="dxa"/>
          </w:tcPr>
          <w:p w:rsidR="00987E02" w:rsidRPr="00581BE7" w:rsidRDefault="00301F0A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Negation</w:t>
            </w:r>
            <w:proofErr w:type="spellEnd"/>
          </w:p>
        </w:tc>
      </w:tr>
      <w:tr w:rsidR="00987E02" w:rsidRPr="00C76501" w:rsidTr="00987E02">
        <w:tc>
          <w:tcPr>
            <w:tcW w:w="2585" w:type="dxa"/>
          </w:tcPr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301F0A">
              <w:rPr>
                <w:rFonts w:ascii="Times New Roman" w:hAnsi="Times New Roman" w:cs="Times New Roman"/>
                <w:b/>
              </w:rPr>
              <w:t>Celebrations</w:t>
            </w:r>
            <w:r w:rsidRPr="00301F0A">
              <w:rPr>
                <w:rFonts w:ascii="Times New Roman" w:hAnsi="Times New Roman" w:cs="Times New Roman"/>
              </w:rPr>
              <w:t>-</w:t>
            </w:r>
            <w:r w:rsidRPr="00704D75">
              <w:rPr>
                <w:rFonts w:ascii="Times New Roman" w:hAnsi="Times New Roman" w:cs="Times New Roman"/>
              </w:rPr>
              <w:t xml:space="preserve"> seasons, weather, foods, holidays, traditions, </w:t>
            </w:r>
            <w:r w:rsidR="00301F0A">
              <w:rPr>
                <w:rFonts w:ascii="Times New Roman" w:hAnsi="Times New Roman" w:cs="Times New Roman"/>
              </w:rPr>
              <w:t>family and friends</w:t>
            </w:r>
          </w:p>
        </w:tc>
        <w:tc>
          <w:tcPr>
            <w:tcW w:w="2626" w:type="dxa"/>
          </w:tcPr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Weather expressions, Foods, Holidays, Adjectives describing food</w:t>
            </w:r>
            <w:r w:rsidR="000D67E5">
              <w:rPr>
                <w:rFonts w:ascii="Times New Roman" w:hAnsi="Times New Roman" w:cs="Times New Roman"/>
              </w:rPr>
              <w:t xml:space="preserve"> for celebrations, seasonal foods</w:t>
            </w:r>
            <w:r>
              <w:rPr>
                <w:rFonts w:ascii="Times New Roman" w:hAnsi="Times New Roman" w:cs="Times New Roman"/>
              </w:rPr>
              <w:t>,</w:t>
            </w:r>
            <w:r w:rsidR="000D67E5">
              <w:rPr>
                <w:rFonts w:ascii="Times New Roman" w:hAnsi="Times New Roman" w:cs="Times New Roman"/>
              </w:rPr>
              <w:t xml:space="preserve"> family dinners,</w:t>
            </w:r>
            <w:r>
              <w:rPr>
                <w:rFonts w:ascii="Times New Roman" w:hAnsi="Times New Roman" w:cs="Times New Roman"/>
              </w:rPr>
              <w:t xml:space="preserve"> family members, vocabulary relating to calendar</w:t>
            </w:r>
            <w:r w:rsidR="00301F0A">
              <w:rPr>
                <w:rFonts w:ascii="Times New Roman" w:hAnsi="Times New Roman" w:cs="Times New Roman"/>
              </w:rPr>
              <w:t>, South American geography</w:t>
            </w:r>
          </w:p>
        </w:tc>
        <w:tc>
          <w:tcPr>
            <w:tcW w:w="4414" w:type="dxa"/>
          </w:tcPr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Introduce others</w:t>
            </w:r>
          </w:p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Describe others</w:t>
            </w:r>
          </w:p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Express preferences in regard to food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Talk about where others are from</w:t>
            </w:r>
          </w:p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Describe people and things</w:t>
            </w:r>
          </w:p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Comment on food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 and answer questions about where they and others live</w:t>
            </w:r>
          </w:p>
          <w:p w:rsidR="00DA1AEA" w:rsidRPr="00DA1AEA" w:rsidRDefault="00DA1AEA" w:rsidP="00DA1AEA">
            <w:pPr>
              <w:ind w:firstLine="0"/>
              <w:rPr>
                <w:rFonts w:ascii="Times New Roman" w:hAnsi="Times New Roman" w:cs="Times New Roman"/>
              </w:rPr>
            </w:pPr>
            <w:r w:rsidRPr="00DA1AEA">
              <w:rPr>
                <w:rFonts w:ascii="Times New Roman" w:hAnsi="Times New Roman" w:cs="Times New Roman"/>
              </w:rPr>
              <w:t>discuss what they and their families do</w:t>
            </w:r>
          </w:p>
          <w:p w:rsidR="00DA1AEA" w:rsidRPr="00704D75" w:rsidRDefault="00DA1AEA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Noun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/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adjective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agreement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(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assess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>)</w:t>
            </w: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DA1AEA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Third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: </w:t>
            </w:r>
            <w:r w:rsidR="00987E02" w:rsidRPr="00301F0A">
              <w:rPr>
                <w:rFonts w:ascii="Times New Roman" w:hAnsi="Times New Roman" w:cs="Times New Roman"/>
                <w:lang w:val="es-ES"/>
              </w:rPr>
              <w:t xml:space="preserve">Él/Ella, </w:t>
            </w:r>
            <w:proofErr w:type="spellStart"/>
            <w:r w:rsidR="00987E02" w:rsidRPr="00301F0A">
              <w:rPr>
                <w:rFonts w:ascii="Times New Roman" w:hAnsi="Times New Roman" w:cs="Times New Roman"/>
                <w:lang w:val="es-ES"/>
              </w:rPr>
              <w:t>Ellos,Ellas</w:t>
            </w:r>
            <w:proofErr w:type="spellEnd"/>
            <w:r w:rsidR="00987E02" w:rsidRPr="00301F0A">
              <w:rPr>
                <w:rFonts w:ascii="Times New Roman" w:hAnsi="Times New Roman" w:cs="Times New Roman"/>
                <w:lang w:val="es-ES"/>
              </w:rPr>
              <w:t>, Nosotros/as, Vosotros/as (</w:t>
            </w:r>
            <w:proofErr w:type="spellStart"/>
            <w:r w:rsidR="00987E02" w:rsidRPr="00301F0A">
              <w:rPr>
                <w:rFonts w:ascii="Times New Roman" w:hAnsi="Times New Roman" w:cs="Times New Roman"/>
                <w:lang w:val="es-ES"/>
              </w:rPr>
              <w:t>present</w:t>
            </w:r>
            <w:proofErr w:type="spellEnd"/>
            <w:r w:rsidR="00987E02" w:rsidRPr="00301F0A">
              <w:rPr>
                <w:rFonts w:ascii="Times New Roman" w:hAnsi="Times New Roman" w:cs="Times New Roman"/>
                <w:lang w:val="es-ES"/>
              </w:rPr>
              <w:t xml:space="preserve"> tense: llamarse, ser, </w:t>
            </w:r>
            <w:proofErr w:type="spellStart"/>
            <w:r w:rsidR="00987E02" w:rsidRPr="00301F0A">
              <w:rPr>
                <w:rFonts w:ascii="Times New Roman" w:hAnsi="Times New Roman" w:cs="Times New Roman"/>
                <w:lang w:val="es-ES"/>
              </w:rPr>
              <w:t>gustar+nouns</w:t>
            </w:r>
            <w:proofErr w:type="spellEnd"/>
            <w:r w:rsidR="00987E02" w:rsidRPr="00301F0A">
              <w:rPr>
                <w:rFonts w:ascii="Times New Roman" w:hAnsi="Times New Roman" w:cs="Times New Roman"/>
                <w:lang w:val="es-ES"/>
              </w:rPr>
              <w:t xml:space="preserve"> &amp; </w:t>
            </w:r>
            <w:proofErr w:type="spellStart"/>
            <w:r w:rsidR="00987E02" w:rsidRPr="00301F0A">
              <w:rPr>
                <w:rFonts w:ascii="Times New Roman" w:hAnsi="Times New Roman" w:cs="Times New Roman"/>
                <w:lang w:val="es-ES"/>
              </w:rPr>
              <w:t>pronouns</w:t>
            </w:r>
            <w:proofErr w:type="spellEnd"/>
            <w:r w:rsidR="00987E02" w:rsidRPr="00301F0A">
              <w:rPr>
                <w:rFonts w:ascii="Times New Roman" w:hAnsi="Times New Roman" w:cs="Times New Roman"/>
                <w:lang w:val="es-ES"/>
              </w:rPr>
              <w:t>, tener)</w:t>
            </w: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Possessive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adjectives</w:t>
            </w:r>
            <w:proofErr w:type="spellEnd"/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8E4111" w:rsidRDefault="008E411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8E4111" w:rsidRPr="00301F0A" w:rsidRDefault="008E411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Interrogative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words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>: quién(es), cuántos(as), por qué</w:t>
            </w:r>
          </w:p>
          <w:p w:rsidR="00C76501" w:rsidRDefault="00C7650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C76501" w:rsidRDefault="00C76501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C76501">
              <w:rPr>
                <w:rFonts w:ascii="Times New Roman" w:hAnsi="Times New Roman" w:cs="Times New Roman"/>
              </w:rPr>
              <w:t>Verbs used with celebrations (AR verbs, comer)</w:t>
            </w:r>
          </w:p>
          <w:p w:rsidR="000D67E5" w:rsidRDefault="000D67E5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0D67E5" w:rsidRDefault="000D67E5" w:rsidP="00B9739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Ir</w:t>
            </w:r>
            <w:proofErr w:type="spellEnd"/>
            <w:r w:rsidR="00854441">
              <w:rPr>
                <w:rFonts w:ascii="Times New Roman" w:hAnsi="Times New Roman" w:cs="Times New Roman"/>
              </w:rPr>
              <w:t xml:space="preserve"> + a + infinitive</w:t>
            </w:r>
          </w:p>
          <w:p w:rsidR="00DA1AEA" w:rsidRDefault="00DA1AEA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DA1AEA" w:rsidRDefault="00DA1AEA" w:rsidP="00DA1AEA">
            <w:pPr>
              <w:ind w:firstLine="0"/>
              <w:rPr>
                <w:rFonts w:ascii="Times New Roman" w:hAnsi="Times New Roman" w:cs="Times New Roman"/>
              </w:rPr>
            </w:pPr>
            <w:r w:rsidRPr="00DA1AEA">
              <w:rPr>
                <w:rFonts w:ascii="Times New Roman" w:hAnsi="Times New Roman" w:cs="Times New Roman"/>
              </w:rPr>
              <w:t>adverbs of frequency</w:t>
            </w:r>
          </w:p>
          <w:p w:rsidR="008E4111" w:rsidRDefault="008E4111" w:rsidP="00DA1AEA">
            <w:pPr>
              <w:ind w:firstLine="0"/>
              <w:rPr>
                <w:rFonts w:ascii="Times New Roman" w:hAnsi="Times New Roman" w:cs="Times New Roman"/>
              </w:rPr>
            </w:pPr>
          </w:p>
          <w:p w:rsidR="008E4111" w:rsidRPr="008E4111" w:rsidRDefault="008E4111" w:rsidP="00DA1AEA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</w:rPr>
              <w:t>stem-changing verbs (</w:t>
            </w:r>
            <w:proofErr w:type="spellStart"/>
            <w:r>
              <w:rPr>
                <w:rFonts w:ascii="Times New Roman" w:hAnsi="Times New Roman" w:cs="Times New Roman"/>
              </w:rPr>
              <w:t>querer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preferir</w:t>
            </w:r>
            <w:proofErr w:type="spellEnd"/>
            <w:r>
              <w:rPr>
                <w:rFonts w:ascii="Times New Roman" w:hAnsi="Times New Roman" w:cs="Times New Roman"/>
              </w:rPr>
              <w:t>-YO/T</w:t>
            </w:r>
            <w:r>
              <w:rPr>
                <w:rFonts w:ascii="Times New Roman" w:hAnsi="Times New Roman" w:cs="Times New Roman"/>
                <w:lang w:val="es-ES"/>
              </w:rPr>
              <w:t>Ú)</w:t>
            </w:r>
          </w:p>
          <w:p w:rsidR="00DA1AEA" w:rsidRPr="00C76501" w:rsidRDefault="00DA1AEA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987E02" w:rsidRPr="00C76501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87E02" w:rsidRPr="00301F0A" w:rsidTr="00987E02">
        <w:tc>
          <w:tcPr>
            <w:tcW w:w="2585" w:type="dxa"/>
          </w:tcPr>
          <w:p w:rsidR="00987E02" w:rsidRPr="00704D75" w:rsidRDefault="00987E02" w:rsidP="008C37E4">
            <w:pPr>
              <w:pStyle w:val="ListParagraph"/>
              <w:spacing w:after="200" w:line="276" w:lineRule="auto"/>
              <w:ind w:left="90" w:firstLine="0"/>
              <w:rPr>
                <w:rFonts w:ascii="Times New Roman" w:hAnsi="Times New Roman" w:cs="Times New Roman"/>
              </w:rPr>
            </w:pPr>
            <w:r w:rsidRPr="008C37E4">
              <w:rPr>
                <w:rFonts w:ascii="Times New Roman" w:hAnsi="Times New Roman" w:cs="Times New Roman"/>
                <w:b/>
              </w:rPr>
              <w:lastRenderedPageBreak/>
              <w:t>A day in the life</w:t>
            </w:r>
            <w:r w:rsidRPr="00704D75">
              <w:rPr>
                <w:rFonts w:ascii="Times New Roman" w:hAnsi="Times New Roman" w:cs="Times New Roman"/>
              </w:rPr>
              <w:t>- school, favorite classes, school, favorite classes, compare/contrast of educational sy</w:t>
            </w:r>
            <w:r>
              <w:rPr>
                <w:rFonts w:ascii="Times New Roman" w:hAnsi="Times New Roman" w:cs="Times New Roman"/>
              </w:rPr>
              <w:t>stems, activities after school, clothing, time</w:t>
            </w:r>
          </w:p>
        </w:tc>
        <w:tc>
          <w:tcPr>
            <w:tcW w:w="2626" w:type="dxa"/>
          </w:tcPr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Classes, adjectives describing classes, activities in school and after school, clothing (basic), Numbers 31-100, Emotions</w:t>
            </w:r>
          </w:p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Talk about how they and others feel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Qualify personal feelings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Respond to commands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school day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possessions and relationship to others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 what they and others are doing now</w:t>
            </w:r>
          </w:p>
          <w:p w:rsidR="00987E02" w:rsidRPr="00704D7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 what they know how to do</w:t>
            </w:r>
          </w:p>
        </w:tc>
        <w:tc>
          <w:tcPr>
            <w:tcW w:w="2685" w:type="dxa"/>
          </w:tcPr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Expressing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time</w:t>
            </w:r>
            <w:r w:rsidR="003C73A8">
              <w:rPr>
                <w:rFonts w:ascii="Times New Roman" w:hAnsi="Times New Roman" w:cs="Times New Roman"/>
                <w:lang w:val="es-ES"/>
              </w:rPr>
              <w:t xml:space="preserve"> (at)</w:t>
            </w:r>
            <w:r w:rsidRPr="00301F0A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Comparatives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, </w:t>
            </w: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301F0A">
              <w:rPr>
                <w:rFonts w:ascii="Times New Roman" w:hAnsi="Times New Roman" w:cs="Times New Roman"/>
                <w:lang w:val="es-ES"/>
              </w:rPr>
              <w:t xml:space="preserve">AR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verbs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(llevar, comprar, estudiar etc.) </w:t>
            </w: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301F0A">
              <w:rPr>
                <w:rFonts w:ascii="Times New Roman" w:hAnsi="Times New Roman" w:cs="Times New Roman"/>
                <w:lang w:val="es-ES"/>
              </w:rPr>
              <w:t xml:space="preserve">Estar, Tener que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infinitive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>, Ir (w/places)</w:t>
            </w:r>
          </w:p>
          <w:p w:rsidR="000D67E5" w:rsidRDefault="000D67E5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0D67E5" w:rsidRDefault="000D67E5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Sequencing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words</w:t>
            </w:r>
            <w:proofErr w:type="spellEnd"/>
          </w:p>
          <w:p w:rsidR="00D05D91" w:rsidRDefault="00D05D9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D05D91" w:rsidRPr="00301F0A" w:rsidRDefault="00D05D9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Reflexive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verbs</w:t>
            </w:r>
            <w:proofErr w:type="spellEnd"/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378" w:type="dxa"/>
          </w:tcPr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987E02" w:rsidRPr="00301F0A" w:rsidTr="00987E02">
        <w:tc>
          <w:tcPr>
            <w:tcW w:w="2585" w:type="dxa"/>
          </w:tcPr>
          <w:p w:rsidR="00987E02" w:rsidRPr="008C37E4" w:rsidRDefault="00987E02" w:rsidP="008C37E4">
            <w:pPr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8C37E4">
              <w:rPr>
                <w:rFonts w:ascii="Times New Roman" w:hAnsi="Times New Roman" w:cs="Times New Roman"/>
                <w:b/>
              </w:rPr>
              <w:t xml:space="preserve">The world around us </w:t>
            </w:r>
            <w:r w:rsidRPr="008C37E4">
              <w:rPr>
                <w:rFonts w:ascii="Times New Roman" w:hAnsi="Times New Roman" w:cs="Times New Roman"/>
              </w:rPr>
              <w:t>Community- locations, shops, places, currency, maps, directions, transportation, cross cultural comparisons, exploring a new community</w:t>
            </w:r>
          </w:p>
          <w:p w:rsidR="00987E02" w:rsidRPr="00704D75" w:rsidRDefault="00987E02" w:rsidP="00704D75">
            <w:pPr>
              <w:pStyle w:val="ListParagraph"/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26" w:type="dxa"/>
          </w:tcPr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Prepositions of location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Locations in town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Currency</w:t>
            </w:r>
            <w:r w:rsidR="00394F23">
              <w:rPr>
                <w:rFonts w:ascii="Times New Roman" w:hAnsi="Times New Roman" w:cs="Times New Roman"/>
              </w:rPr>
              <w:t xml:space="preserve"> (Spain)</w:t>
            </w:r>
          </w:p>
          <w:p w:rsidR="00987E02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Transportation</w:t>
            </w:r>
          </w:p>
          <w:p w:rsidR="00987E02" w:rsidRDefault="00394F23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987E02">
              <w:rPr>
                <w:rFonts w:ascii="Times New Roman" w:hAnsi="Times New Roman" w:cs="Times New Roman"/>
              </w:rPr>
              <w:t>ommodities</w:t>
            </w:r>
          </w:p>
          <w:p w:rsidR="00394F23" w:rsidRDefault="00394F23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Transitions words</w:t>
            </w:r>
          </w:p>
          <w:p w:rsidR="00987E02" w:rsidRPr="00FE57E5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987E02" w:rsidRPr="008C37E4" w:rsidRDefault="00987E02" w:rsidP="008C37E4">
            <w:pPr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987E02" w:rsidRPr="00704D75" w:rsidRDefault="00987E02" w:rsidP="00240679">
            <w:pPr>
              <w:pStyle w:val="ListParagraph"/>
              <w:spacing w:after="200" w:line="276" w:lineRule="auto"/>
              <w:ind w:left="7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704D75">
              <w:rPr>
                <w:rFonts w:ascii="Times New Roman" w:hAnsi="Times New Roman" w:cs="Times New Roman"/>
              </w:rPr>
              <w:t>sk for and follow directions</w:t>
            </w:r>
          </w:p>
          <w:p w:rsidR="00987E02" w:rsidRPr="00704D75" w:rsidRDefault="00987E02" w:rsidP="00240679">
            <w:pPr>
              <w:pStyle w:val="ListParagraph"/>
              <w:spacing w:after="200" w:line="276" w:lineRule="auto"/>
              <w:ind w:left="72"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Locate places on a map</w:t>
            </w:r>
          </w:p>
          <w:p w:rsidR="00987E02" w:rsidRPr="00704D75" w:rsidRDefault="00987E02" w:rsidP="00240679">
            <w:pPr>
              <w:pStyle w:val="ListParagraph"/>
              <w:spacing w:after="200" w:line="276" w:lineRule="auto"/>
              <w:ind w:left="432" w:hanging="346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Say where you are going</w:t>
            </w:r>
          </w:p>
          <w:p w:rsidR="00987E02" w:rsidRPr="00704D75" w:rsidRDefault="00987E02" w:rsidP="00240679">
            <w:pPr>
              <w:pStyle w:val="ListParagraph"/>
              <w:spacing w:after="200" w:line="276" w:lineRule="auto"/>
              <w:ind w:left="72"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Ask and answer questions about where they and others live</w:t>
            </w:r>
          </w:p>
          <w:p w:rsidR="00987E02" w:rsidRDefault="00987E02" w:rsidP="00240679">
            <w:pPr>
              <w:pStyle w:val="ListParagraph"/>
              <w:spacing w:after="200" w:line="276" w:lineRule="auto"/>
              <w:ind w:left="162"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Making purchases</w:t>
            </w:r>
          </w:p>
          <w:p w:rsidR="00987E02" w:rsidRDefault="00987E02" w:rsidP="00240679">
            <w:pPr>
              <w:pStyle w:val="ListParagraph"/>
              <w:spacing w:after="200" w:line="276" w:lineRule="auto"/>
              <w:ind w:left="16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people and things</w:t>
            </w:r>
            <w:r w:rsidR="00394F23">
              <w:rPr>
                <w:rFonts w:ascii="Times New Roman" w:hAnsi="Times New Roman" w:cs="Times New Roman"/>
              </w:rPr>
              <w:t xml:space="preserve"> about location</w:t>
            </w:r>
          </w:p>
          <w:p w:rsidR="00987E02" w:rsidRDefault="00987E02" w:rsidP="00240679">
            <w:pPr>
              <w:pStyle w:val="ListParagraph"/>
              <w:spacing w:after="200" w:line="276" w:lineRule="auto"/>
              <w:ind w:left="72" w:firstLine="0"/>
              <w:rPr>
                <w:rFonts w:ascii="Times New Roman" w:hAnsi="Times New Roman" w:cs="Times New Roman"/>
              </w:rPr>
            </w:pPr>
            <w:r w:rsidRPr="00704D75">
              <w:rPr>
                <w:rFonts w:ascii="Times New Roman" w:hAnsi="Times New Roman" w:cs="Times New Roman"/>
              </w:rPr>
              <w:t>Name places that shop and say what they buy there</w:t>
            </w:r>
          </w:p>
          <w:p w:rsidR="00073070" w:rsidRDefault="00073070" w:rsidP="00240679">
            <w:pPr>
              <w:pStyle w:val="ListParagraph"/>
              <w:spacing w:after="200" w:line="276" w:lineRule="auto"/>
              <w:ind w:left="7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073070">
              <w:rPr>
                <w:rFonts w:ascii="Times New Roman" w:hAnsi="Times New Roman" w:cs="Times New Roman"/>
              </w:rPr>
              <w:t>ay where you are going and what you are going to do there</w:t>
            </w:r>
          </w:p>
          <w:p w:rsidR="00987E02" w:rsidRPr="00704D75" w:rsidRDefault="00477051" w:rsidP="008C37E4">
            <w:pPr>
              <w:pStyle w:val="ListParagraph"/>
              <w:spacing w:after="200" w:line="276" w:lineRule="auto"/>
              <w:ind w:left="7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 where you went</w:t>
            </w:r>
            <w:bookmarkStart w:id="0" w:name="_GoBack"/>
            <w:bookmarkEnd w:id="0"/>
          </w:p>
        </w:tc>
        <w:tc>
          <w:tcPr>
            <w:tcW w:w="2685" w:type="dxa"/>
          </w:tcPr>
          <w:p w:rsidR="00987E02" w:rsidRPr="00301F0A" w:rsidRDefault="00987E02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Interrogative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words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>,</w:t>
            </w:r>
          </w:p>
          <w:p w:rsidR="00987E02" w:rsidRPr="00301F0A" w:rsidRDefault="00987E02" w:rsidP="008C37E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301F0A">
              <w:rPr>
                <w:rFonts w:ascii="Times New Roman" w:hAnsi="Times New Roman" w:cs="Times New Roman"/>
                <w:lang w:val="es-ES"/>
              </w:rPr>
              <w:t xml:space="preserve">ER/IR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verbs</w:t>
            </w:r>
            <w:proofErr w:type="spellEnd"/>
          </w:p>
          <w:p w:rsidR="00987E02" w:rsidRPr="00301F0A" w:rsidRDefault="00987E02" w:rsidP="008C37E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301F0A">
              <w:rPr>
                <w:rFonts w:ascii="Times New Roman" w:hAnsi="Times New Roman" w:cs="Times New Roman"/>
                <w:lang w:val="es-ES"/>
              </w:rPr>
              <w:t xml:space="preserve">Simple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future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 xml:space="preserve"> (ir + </w:t>
            </w:r>
            <w:proofErr w:type="spellStart"/>
            <w:r w:rsidRPr="00301F0A">
              <w:rPr>
                <w:rFonts w:ascii="Times New Roman" w:hAnsi="Times New Roman" w:cs="Times New Roman"/>
                <w:lang w:val="es-ES"/>
              </w:rPr>
              <w:t>inf</w:t>
            </w:r>
            <w:proofErr w:type="spellEnd"/>
            <w:r w:rsidRPr="00301F0A">
              <w:rPr>
                <w:rFonts w:ascii="Times New Roman" w:hAnsi="Times New Roman" w:cs="Times New Roman"/>
                <w:lang w:val="es-ES"/>
              </w:rPr>
              <w:t>.)</w:t>
            </w:r>
          </w:p>
          <w:p w:rsidR="00987E02" w:rsidRDefault="00987E02" w:rsidP="008C37E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301F0A">
              <w:rPr>
                <w:rFonts w:ascii="Times New Roman" w:hAnsi="Times New Roman" w:cs="Times New Roman"/>
                <w:lang w:val="es-ES"/>
              </w:rPr>
              <w:t>Vivir</w:t>
            </w:r>
          </w:p>
          <w:p w:rsidR="008E4111" w:rsidRPr="008E4111" w:rsidRDefault="008E4111" w:rsidP="008E4111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</w:rPr>
              <w:t>stem-changing verbs (</w:t>
            </w:r>
            <w:proofErr w:type="spellStart"/>
            <w:r>
              <w:rPr>
                <w:rFonts w:ascii="Times New Roman" w:hAnsi="Times New Roman" w:cs="Times New Roman"/>
              </w:rPr>
              <w:t>querer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preferir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poder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8E4111" w:rsidRDefault="008E4111" w:rsidP="008C37E4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073070" w:rsidRPr="008E4111" w:rsidRDefault="00073070" w:rsidP="008C37E4">
            <w:pPr>
              <w:ind w:firstLine="0"/>
              <w:rPr>
                <w:rFonts w:ascii="Times New Roman" w:hAnsi="Times New Roman" w:cs="Times New Roman"/>
              </w:rPr>
            </w:pPr>
            <w:r w:rsidRPr="008E4111">
              <w:rPr>
                <w:rFonts w:ascii="Times New Roman" w:hAnsi="Times New Roman" w:cs="Times New Roman"/>
              </w:rPr>
              <w:t xml:space="preserve">Distinguish between the uses of the verb </w:t>
            </w:r>
            <w:proofErr w:type="spellStart"/>
            <w:r w:rsidRPr="008E4111">
              <w:rPr>
                <w:rFonts w:ascii="Times New Roman" w:hAnsi="Times New Roman" w:cs="Times New Roman"/>
              </w:rPr>
              <w:t>ir</w:t>
            </w:r>
            <w:proofErr w:type="spellEnd"/>
          </w:p>
          <w:p w:rsidR="008C6B18" w:rsidRPr="008E4111" w:rsidRDefault="008C6B18" w:rsidP="008C37E4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8C6B18">
              <w:rPr>
                <w:rFonts w:ascii="Times New Roman" w:hAnsi="Times New Roman" w:cs="Times New Roman"/>
              </w:rPr>
              <w:t>preterite</w:t>
            </w:r>
            <w:proofErr w:type="spellEnd"/>
            <w:r w:rsidRPr="008C6B18">
              <w:rPr>
                <w:rFonts w:ascii="Times New Roman" w:hAnsi="Times New Roman" w:cs="Times New Roman"/>
              </w:rPr>
              <w:t xml:space="preserve"> – high frequency, activity verbs, focus on first person (relates to vacation – where did you go, where are you going to go)</w:t>
            </w:r>
          </w:p>
        </w:tc>
        <w:tc>
          <w:tcPr>
            <w:tcW w:w="2378" w:type="dxa"/>
          </w:tcPr>
          <w:p w:rsidR="00987E02" w:rsidRPr="008E4111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D18FF" w:rsidRPr="00B9739D" w:rsidRDefault="006D18FF" w:rsidP="00B9739D">
      <w:pPr>
        <w:ind w:firstLine="0"/>
        <w:rPr>
          <w:sz w:val="24"/>
        </w:rPr>
      </w:pPr>
    </w:p>
    <w:sectPr w:rsidR="006D18FF" w:rsidRPr="00B9739D" w:rsidSect="0024067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FC1"/>
    <w:multiLevelType w:val="hybridMultilevel"/>
    <w:tmpl w:val="DD36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F0C2D"/>
    <w:multiLevelType w:val="hybridMultilevel"/>
    <w:tmpl w:val="776A904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C1142EE"/>
    <w:multiLevelType w:val="hybridMultilevel"/>
    <w:tmpl w:val="D660C7BA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41419"/>
    <w:multiLevelType w:val="hybridMultilevel"/>
    <w:tmpl w:val="6D4C6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9D"/>
    <w:rsid w:val="00041620"/>
    <w:rsid w:val="00073070"/>
    <w:rsid w:val="000D67E5"/>
    <w:rsid w:val="000F494A"/>
    <w:rsid w:val="001D1A4E"/>
    <w:rsid w:val="00240679"/>
    <w:rsid w:val="00244EE2"/>
    <w:rsid w:val="002A4F7B"/>
    <w:rsid w:val="00301F0A"/>
    <w:rsid w:val="00367C6E"/>
    <w:rsid w:val="00394F23"/>
    <w:rsid w:val="003C73A8"/>
    <w:rsid w:val="00477051"/>
    <w:rsid w:val="005564A2"/>
    <w:rsid w:val="00581BE7"/>
    <w:rsid w:val="00583C19"/>
    <w:rsid w:val="005B4ECA"/>
    <w:rsid w:val="005C1121"/>
    <w:rsid w:val="006602F3"/>
    <w:rsid w:val="006D18FF"/>
    <w:rsid w:val="006E21F8"/>
    <w:rsid w:val="00704D75"/>
    <w:rsid w:val="00811E87"/>
    <w:rsid w:val="00824734"/>
    <w:rsid w:val="00854441"/>
    <w:rsid w:val="008C37E4"/>
    <w:rsid w:val="008C6B18"/>
    <w:rsid w:val="008E4111"/>
    <w:rsid w:val="00927D50"/>
    <w:rsid w:val="00984C85"/>
    <w:rsid w:val="00987E02"/>
    <w:rsid w:val="00997E59"/>
    <w:rsid w:val="009D2874"/>
    <w:rsid w:val="00A97322"/>
    <w:rsid w:val="00AB3CEB"/>
    <w:rsid w:val="00B14C8B"/>
    <w:rsid w:val="00B9739D"/>
    <w:rsid w:val="00C27433"/>
    <w:rsid w:val="00C76501"/>
    <w:rsid w:val="00CB443D"/>
    <w:rsid w:val="00D05D91"/>
    <w:rsid w:val="00D60257"/>
    <w:rsid w:val="00DA1AEA"/>
    <w:rsid w:val="00DA2565"/>
    <w:rsid w:val="00E23BDA"/>
    <w:rsid w:val="00E718DB"/>
    <w:rsid w:val="00F47C08"/>
    <w:rsid w:val="00F75C3F"/>
    <w:rsid w:val="00FE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39D"/>
  </w:style>
  <w:style w:type="paragraph" w:styleId="Heading1">
    <w:name w:val="heading 1"/>
    <w:basedOn w:val="Normal"/>
    <w:next w:val="Normal"/>
    <w:link w:val="Heading1Char"/>
    <w:uiPriority w:val="9"/>
    <w:qFormat/>
    <w:rsid w:val="00B9739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39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39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39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39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39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39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39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39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739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739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39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39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39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39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9739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B9739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39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39D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B9739D"/>
    <w:rPr>
      <w:b/>
      <w:bCs/>
      <w:spacing w:val="0"/>
    </w:rPr>
  </w:style>
  <w:style w:type="character" w:styleId="Emphasis">
    <w:name w:val="Emphasis"/>
    <w:uiPriority w:val="20"/>
    <w:qFormat/>
    <w:rsid w:val="00B9739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9739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B9739D"/>
  </w:style>
  <w:style w:type="paragraph" w:styleId="ListParagraph">
    <w:name w:val="List Paragraph"/>
    <w:basedOn w:val="Normal"/>
    <w:uiPriority w:val="34"/>
    <w:qFormat/>
    <w:rsid w:val="00B97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39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39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9739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9739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9739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9739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9739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39D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B97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7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39D"/>
  </w:style>
  <w:style w:type="paragraph" w:styleId="Heading1">
    <w:name w:val="heading 1"/>
    <w:basedOn w:val="Normal"/>
    <w:next w:val="Normal"/>
    <w:link w:val="Heading1Char"/>
    <w:uiPriority w:val="9"/>
    <w:qFormat/>
    <w:rsid w:val="00B9739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39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39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39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39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39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39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39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39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739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739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39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39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39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39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9739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B9739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39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39D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B9739D"/>
    <w:rPr>
      <w:b/>
      <w:bCs/>
      <w:spacing w:val="0"/>
    </w:rPr>
  </w:style>
  <w:style w:type="character" w:styleId="Emphasis">
    <w:name w:val="Emphasis"/>
    <w:uiPriority w:val="20"/>
    <w:qFormat/>
    <w:rsid w:val="00B9739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9739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B9739D"/>
  </w:style>
  <w:style w:type="paragraph" w:styleId="ListParagraph">
    <w:name w:val="List Paragraph"/>
    <w:basedOn w:val="Normal"/>
    <w:uiPriority w:val="34"/>
    <w:qFormat/>
    <w:rsid w:val="00B97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39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39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9739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9739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9739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9739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9739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39D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B97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7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39C25240</Template>
  <TotalTime>1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Marrs</dc:creator>
  <cp:lastModifiedBy>d120admin</cp:lastModifiedBy>
  <cp:revision>2</cp:revision>
  <cp:lastPrinted>2011-10-19T20:37:00Z</cp:lastPrinted>
  <dcterms:created xsi:type="dcterms:W3CDTF">2012-02-14T19:57:00Z</dcterms:created>
  <dcterms:modified xsi:type="dcterms:W3CDTF">2012-02-14T19:57:00Z</dcterms:modified>
</cp:coreProperties>
</file>